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CBCC2" w14:textId="1DB9C832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846D7">
        <w:rPr>
          <w:szCs w:val="22"/>
        </w:rPr>
        <w:t>06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</w:t>
      </w:r>
    </w:p>
    <w:p w14:paraId="08DCBCC3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08DCBCC4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8DCBCC5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08DCBCC6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08DCBCC7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8DCBCC8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8DCBCC9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8DCBCCA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8DCBCC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08DCBCCC" w14:textId="110572EA" w:rsidR="008145D7" w:rsidRDefault="00B846D7" w:rsidP="008145D7">
      <w:pPr>
        <w:spacing w:line="240" w:lineRule="auto"/>
        <w:rPr>
          <w:rFonts w:eastAsia="Calibri" w:cs="Times New Roman"/>
        </w:rPr>
      </w:pPr>
      <w:r w:rsidRPr="00BC4A66">
        <w:rPr>
          <w:lang w:eastAsia="cs-CZ"/>
        </w:rPr>
        <w:t xml:space="preserve">který podává nabídku na podlimitní sektorovou veřejnou zakázku s názvem </w:t>
      </w:r>
      <w:r w:rsidRPr="00BC4A66">
        <w:rPr>
          <w:b/>
          <w:lang w:eastAsia="cs-CZ"/>
        </w:rPr>
        <w:t xml:space="preserve">„Zajištění provozování sociálního zařízení pro veřejnost“, </w:t>
      </w:r>
      <w:r w:rsidRPr="00BC4A66">
        <w:rPr>
          <w:lang w:eastAsia="cs-CZ"/>
        </w:rPr>
        <w:t>č.j</w:t>
      </w:r>
      <w:r w:rsidRPr="00FB3C95">
        <w:rPr>
          <w:lang w:eastAsia="cs-CZ"/>
        </w:rPr>
        <w:t xml:space="preserve">. </w:t>
      </w:r>
      <w:r w:rsidR="00FB3C95" w:rsidRPr="00FB3C95">
        <w:rPr>
          <w:rFonts w:eastAsia="Times New Roman" w:cs="Times New Roman"/>
          <w:lang w:eastAsia="cs-CZ"/>
        </w:rPr>
        <w:t xml:space="preserve">10574/2020-SŽDC-OŘ UNL-NPI </w:t>
      </w:r>
      <w:r w:rsidRPr="00BC4A66">
        <w:rPr>
          <w:rFonts w:eastAsia="Times New Roman" w:cs="Times New Roman"/>
          <w:lang w:eastAsia="cs-CZ"/>
        </w:rPr>
        <w:t>dokumentu výzvy</w:t>
      </w:r>
      <w:r w:rsidR="008145D7">
        <w:rPr>
          <w:rFonts w:eastAsia="Times New Roman" w:cs="Times New Roman"/>
          <w:lang w:eastAsia="cs-CZ"/>
        </w:rPr>
        <w:t xml:space="preserve">, tímto čestně prohlašuje, že </w:t>
      </w:r>
      <w:r w:rsidR="008145D7">
        <w:rPr>
          <w:rFonts w:eastAsia="Calibri" w:cs="Times New Roman"/>
        </w:rPr>
        <w:t>údaje a další skutečnosti uvedené či jinak řádné označené v nabídce</w:t>
      </w:r>
      <w:r w:rsidR="008145D7" w:rsidRPr="00B846D7">
        <w:rPr>
          <w:rFonts w:eastAsia="Calibri" w:cs="Times New Roman"/>
        </w:rPr>
        <w:t>, respektive v</w:t>
      </w:r>
      <w:r w:rsidRPr="00B846D7">
        <w:rPr>
          <w:rFonts w:eastAsia="Calibri" w:cs="Times New Roman"/>
        </w:rPr>
        <w:t>e</w:t>
      </w:r>
      <w:r w:rsidR="008145D7" w:rsidRPr="00B846D7">
        <w:rPr>
          <w:rFonts w:eastAsia="Calibri" w:cs="Times New Roman"/>
        </w:rPr>
        <w:t xml:space="preserve"> smlouvě o </w:t>
      </w:r>
      <w:r w:rsidRPr="00B846D7">
        <w:rPr>
          <w:rFonts w:eastAsia="Calibri" w:cs="Times New Roman"/>
        </w:rPr>
        <w:t>poskytování služeb</w:t>
      </w:r>
      <w:r w:rsidR="008145D7" w:rsidRPr="00B846D7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r w:rsidR="008145D7">
        <w:rPr>
          <w:rFonts w:eastAsia="Calibri" w:cs="Times New Roman"/>
        </w:rPr>
        <w:t xml:space="preserve"> </w:t>
      </w:r>
    </w:p>
    <w:p w14:paraId="08DCBCCD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08DCBCCE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8DCBCCF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08DCBCD0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8DCBCD1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8DCBCD2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8DCBCD3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8DCBCD4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8DCBCD5" w14:textId="77777777" w:rsidR="009F392E" w:rsidRPr="008145D7" w:rsidRDefault="009F392E" w:rsidP="008145D7"/>
    <w:sectPr w:rsidR="009F392E" w:rsidRPr="008145D7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CBCD8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08DCBCD9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7E9CB" w14:textId="77777777" w:rsidR="00CE47D1" w:rsidRDefault="00CE47D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DCBCE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DCBCD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DCBCE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DCBCE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8DCBCE2" w14:textId="77777777" w:rsidR="00F1715C" w:rsidRDefault="00F1715C" w:rsidP="00D831A3">
          <w:pPr>
            <w:pStyle w:val="Zpat"/>
          </w:pPr>
        </w:p>
      </w:tc>
    </w:tr>
  </w:tbl>
  <w:p w14:paraId="08DCBCE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DCBCF9" wp14:editId="08DCBC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DCBCFB" wp14:editId="08DCBCF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DCBCF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DCBCE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81D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81D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DCBCF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DCBCF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DCBCF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8DCBCF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8DCBCF4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9E46D89" w14:textId="77777777" w:rsidR="00CE47D1" w:rsidRDefault="00CE47D1" w:rsidP="00CE47D1">
          <w:pPr>
            <w:pStyle w:val="Zpat"/>
          </w:pPr>
          <w:r>
            <w:t>Oblastní ředitelství Ústí nad Labem</w:t>
          </w:r>
        </w:p>
        <w:p w14:paraId="1B4AD66C" w14:textId="59115272" w:rsidR="00CE47D1" w:rsidRDefault="00E81DA9" w:rsidP="00CE47D1">
          <w:pPr>
            <w:pStyle w:val="Zpat"/>
          </w:pPr>
          <w:r>
            <w:t>Železničářská 1386</w:t>
          </w:r>
          <w:bookmarkStart w:id="0" w:name="_GoBack"/>
          <w:bookmarkEnd w:id="0"/>
          <w:r w:rsidR="00CE47D1">
            <w:t>/31</w:t>
          </w:r>
        </w:p>
        <w:p w14:paraId="08DCBCF5" w14:textId="2110A2CF" w:rsidR="00F1715C" w:rsidRDefault="00CE47D1" w:rsidP="00CE47D1">
          <w:pPr>
            <w:pStyle w:val="Zpat"/>
          </w:pPr>
          <w:r>
            <w:t>400 03 Ústí nad Labem</w:t>
          </w:r>
        </w:p>
      </w:tc>
    </w:tr>
  </w:tbl>
  <w:p w14:paraId="08DCBCF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8DCBCFF" wp14:editId="08DCBD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8DCBD01" wp14:editId="08DCBD0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8DCBC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CBCD6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08DCBCD7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427F9" w14:textId="77777777" w:rsidR="00CE47D1" w:rsidRDefault="00CE47D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DCBCD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DCBCD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DCBCD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DCBCDC" w14:textId="77777777" w:rsidR="00F1715C" w:rsidRPr="00D6163D" w:rsidRDefault="00F1715C" w:rsidP="00D6163D">
          <w:pPr>
            <w:pStyle w:val="Druhdokumentu"/>
          </w:pPr>
        </w:p>
      </w:tc>
    </w:tr>
  </w:tbl>
  <w:p w14:paraId="08DCBCD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DCBCE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8DCBCE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DCBCE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DCBCE7" w14:textId="77777777" w:rsidR="00F1715C" w:rsidRPr="00D6163D" w:rsidRDefault="00F1715C" w:rsidP="00FC6389">
          <w:pPr>
            <w:pStyle w:val="Druhdokumentu"/>
          </w:pPr>
        </w:p>
      </w:tc>
    </w:tr>
    <w:tr w:rsidR="009F392E" w14:paraId="08DCBCE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8DCBCE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DCBCE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DCBCEB" w14:textId="77777777" w:rsidR="009F392E" w:rsidRPr="00D6163D" w:rsidRDefault="009F392E" w:rsidP="00FC6389">
          <w:pPr>
            <w:pStyle w:val="Druhdokumentu"/>
          </w:pPr>
        </w:p>
      </w:tc>
    </w:tr>
  </w:tbl>
  <w:p w14:paraId="08DCBCE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8DCBCFD" wp14:editId="08DCBCF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DCBCE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499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46D7"/>
    <w:rsid w:val="00B8518B"/>
    <w:rsid w:val="00BD7E91"/>
    <w:rsid w:val="00C02D0A"/>
    <w:rsid w:val="00C03A6E"/>
    <w:rsid w:val="00C17A08"/>
    <w:rsid w:val="00C44F6A"/>
    <w:rsid w:val="00C47AE3"/>
    <w:rsid w:val="00CD1FC4"/>
    <w:rsid w:val="00CE47D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653F"/>
    <w:rsid w:val="00E36C4A"/>
    <w:rsid w:val="00E81DA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3C9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DCBCC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671FB4-E5FD-4398-8252-1370C95D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338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7</cp:revision>
  <cp:lastPrinted>2017-11-28T17:18:00Z</cp:lastPrinted>
  <dcterms:created xsi:type="dcterms:W3CDTF">2020-02-24T12:13:00Z</dcterms:created>
  <dcterms:modified xsi:type="dcterms:W3CDTF">2020-03-25T15:02:00Z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